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808080"/>
  <w:body>
    <w:p w:rsidR="001D5ACD" w:rsidRDefault="00605D55" w:rsidP="00EB67A9">
      <w:pPr>
        <w:tabs>
          <w:tab w:val="center" w:pos="810"/>
          <w:tab w:val="left" w:pos="900"/>
          <w:tab w:val="left" w:pos="3600"/>
          <w:tab w:val="left" w:pos="3690"/>
        </w:tabs>
        <w:ind w:firstLine="0"/>
      </w:pPr>
      <w:bookmarkStart w:id="0" w:name="_GoBack"/>
      <w:bookmarkEnd w:id="0"/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99F403F" wp14:editId="7D709463">
                <wp:simplePos x="0" y="0"/>
                <wp:positionH relativeFrom="column">
                  <wp:posOffset>723900</wp:posOffset>
                </wp:positionH>
                <wp:positionV relativeFrom="paragraph">
                  <wp:posOffset>7629525</wp:posOffset>
                </wp:positionV>
                <wp:extent cx="2216150" cy="1123950"/>
                <wp:effectExtent l="0" t="0" r="1270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61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43A" w:rsidRPr="00862970" w:rsidRDefault="00605D55" w:rsidP="00605D55">
                            <w:pPr>
                              <w:ind w:firstLine="0"/>
                              <w:jc w:val="center"/>
                              <w:rPr>
                                <w:rFonts w:asciiTheme="majorHAnsi" w:hAnsiTheme="majorHAnsi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</w:rPr>
                              <w:t>It gives you a chance to spend more money then you’re used 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9F40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7pt;margin-top:600.75pt;width:174.5pt;height:88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">
                <v:textbox>
                  <w:txbxContent>
                    <w:p w:rsidR="00E9643A" w:rsidRPr="00862970" w:rsidRDefault="00605D55" w:rsidP="00605D55">
                      <w:pPr>
                        <w:ind w:firstLine="0"/>
                        <w:jc w:val="center"/>
                        <w:rPr>
                          <w:rFonts w:asciiTheme="majorHAnsi" w:hAnsiTheme="majorHAnsi"/>
                          <w:sz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</w:rPr>
                        <w:t>It gives you a chance to spend more money then you’re used to</w:t>
                      </w:r>
                    </w:p>
                  </w:txbxContent>
                </v:textbox>
              </v:shape>
            </w:pict>
          </mc:Fallback>
        </mc:AlternateContent>
      </w:r>
      <w:r w:rsidR="00596C8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101B058" wp14:editId="58D6F65C">
                <wp:simplePos x="0" y="0"/>
                <wp:positionH relativeFrom="column">
                  <wp:posOffset>4481195</wp:posOffset>
                </wp:positionH>
                <wp:positionV relativeFrom="paragraph">
                  <wp:posOffset>6188075</wp:posOffset>
                </wp:positionV>
                <wp:extent cx="2216150" cy="1165225"/>
                <wp:effectExtent l="0" t="0" r="12700" b="158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6150" cy="1165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970" w:rsidRPr="00862970" w:rsidRDefault="00853A98" w:rsidP="00D81AC3">
                            <w:pPr>
                              <w:ind w:firstLine="0"/>
                              <w:jc w:val="center"/>
                              <w:rPr>
                                <w:rFonts w:asciiTheme="majorHAnsi" w:hAnsiTheme="majorHAnsi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</w:rPr>
                              <w:t>Your laziness is enabled as the school provides you with delicious meals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1B058" id="_x0000_s1027" type="#_x0000_t202" style="position:absolute;margin-left:352.85pt;margin-top:487.25pt;width:174.5pt;height:9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">
                <v:textbox>
                  <w:txbxContent>
                    <w:p w:rsidR="00862970" w:rsidRPr="00862970" w:rsidRDefault="00853A98" w:rsidP="00D81AC3">
                      <w:pPr>
                        <w:ind w:firstLine="0"/>
                        <w:jc w:val="center"/>
                        <w:rPr>
                          <w:rFonts w:asciiTheme="majorHAnsi" w:hAnsiTheme="majorHAnsi"/>
                          <w:sz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</w:rPr>
                        <w:t>Your laziness is enabled as the school provides you with delicious meals</w:t>
                      </w:r>
                    </w:p>
                  </w:txbxContent>
                </v:textbox>
              </v:shape>
            </w:pict>
          </mc:Fallback>
        </mc:AlternateContent>
      </w:r>
      <w:r w:rsidR="00596C8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9B611D2" wp14:editId="68D67C6E">
                <wp:simplePos x="0" y="0"/>
                <wp:positionH relativeFrom="column">
                  <wp:posOffset>4359275</wp:posOffset>
                </wp:positionH>
                <wp:positionV relativeFrom="paragraph">
                  <wp:posOffset>6089650</wp:posOffset>
                </wp:positionV>
                <wp:extent cx="2482850" cy="1390650"/>
                <wp:effectExtent l="0" t="0" r="12700" b="190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0" cy="13906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76D3B36" id="Rounded Rectangle 9" o:spid="_x0000_s1026" style="position:absolute;margin-left:343.25pt;margin-top:479.5pt;width:195.5pt;height:109.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" fillcolor="white [3212]" strokecolor="#2f2b20 [3213]" strokeweight="2pt"/>
            </w:pict>
          </mc:Fallback>
        </mc:AlternateContent>
      </w:r>
      <w:r w:rsidR="00596C8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7706B52" wp14:editId="7ED1D6B7">
                <wp:simplePos x="0" y="0"/>
                <wp:positionH relativeFrom="column">
                  <wp:posOffset>1981200</wp:posOffset>
                </wp:positionH>
                <wp:positionV relativeFrom="paragraph">
                  <wp:posOffset>6229350</wp:posOffset>
                </wp:positionV>
                <wp:extent cx="2216150" cy="1103630"/>
                <wp:effectExtent l="0" t="0" r="12700" b="2032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6150" cy="1103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970" w:rsidRPr="00862970" w:rsidRDefault="008A5CF0" w:rsidP="00605D55">
                            <w:pPr>
                              <w:ind w:firstLine="0"/>
                              <w:jc w:val="center"/>
                              <w:rPr>
                                <w:rFonts w:asciiTheme="majorHAnsi" w:hAnsiTheme="majorHAnsi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</w:rPr>
                              <w:t>You get to share a bathroom with a ton of other people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706B52" id="_x0000_s1028" type="#_x0000_t202" style="position:absolute;margin-left:156pt;margin-top:490.5pt;width:174.5pt;height:86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">
                <v:textbox>
                  <w:txbxContent>
                    <w:p w:rsidR="00862970" w:rsidRPr="00862970" w:rsidRDefault="008A5CF0" w:rsidP="00605D55">
                      <w:pPr>
                        <w:ind w:firstLine="0"/>
                        <w:jc w:val="center"/>
                        <w:rPr>
                          <w:rFonts w:asciiTheme="majorHAnsi" w:hAnsiTheme="majorHAnsi"/>
                          <w:sz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</w:rPr>
                        <w:t>You get to share a bathroom with a ton of other people</w:t>
                      </w:r>
                    </w:p>
                  </w:txbxContent>
                </v:textbox>
              </v:shape>
            </w:pict>
          </mc:Fallback>
        </mc:AlternateContent>
      </w:r>
      <w:r w:rsidR="00596C8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32737F2" wp14:editId="229A165C">
                <wp:simplePos x="0" y="0"/>
                <wp:positionH relativeFrom="column">
                  <wp:posOffset>1847850</wp:posOffset>
                </wp:positionH>
                <wp:positionV relativeFrom="paragraph">
                  <wp:posOffset>6061075</wp:posOffset>
                </wp:positionV>
                <wp:extent cx="2482850" cy="1390650"/>
                <wp:effectExtent l="0" t="0" r="12700" b="1905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0" cy="13906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33C445" id="Rounded Rectangle 8" o:spid="_x0000_s1026" style="position:absolute;margin-left:145.5pt;margin-top:477.25pt;width:195.5pt;height:109.5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" fillcolor="white [3212]" strokecolor="#2f2b20 [3213]" strokeweight="2pt"/>
            </w:pict>
          </mc:Fallback>
        </mc:AlternateContent>
      </w:r>
      <w:r w:rsidR="008A5CF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C5879ED" wp14:editId="394A3CE9">
                <wp:simplePos x="0" y="0"/>
                <wp:positionH relativeFrom="column">
                  <wp:posOffset>3227070</wp:posOffset>
                </wp:positionH>
                <wp:positionV relativeFrom="paragraph">
                  <wp:posOffset>7619365</wp:posOffset>
                </wp:positionV>
                <wp:extent cx="2216150" cy="1183005"/>
                <wp:effectExtent l="0" t="0" r="12700" b="1714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6150" cy="1183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43A" w:rsidRPr="00862970" w:rsidRDefault="00605D55" w:rsidP="00E9643A">
                            <w:pPr>
                              <w:ind w:firstLine="0"/>
                              <w:jc w:val="center"/>
                              <w:rPr>
                                <w:rFonts w:asciiTheme="majorHAnsi" w:hAnsiTheme="majorHAnsi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</w:rPr>
                              <w:t>Your parents aren’t here to punish you when you get in trouble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879ED" id="_x0000_s1029" type="#_x0000_t202" style="position:absolute;margin-left:254.1pt;margin-top:599.95pt;width:174.5pt;height:93.1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">
                <v:textbox>
                  <w:txbxContent>
                    <w:p w:rsidR="00E9643A" w:rsidRPr="00862970" w:rsidRDefault="00605D55" w:rsidP="00E9643A">
                      <w:pPr>
                        <w:ind w:firstLine="0"/>
                        <w:jc w:val="center"/>
                        <w:rPr>
                          <w:rFonts w:asciiTheme="majorHAnsi" w:hAnsiTheme="majorHAnsi"/>
                          <w:sz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</w:rPr>
                        <w:t>Your parents aren’t here to punish you when you get in trouble</w:t>
                      </w:r>
                    </w:p>
                  </w:txbxContent>
                </v:textbox>
              </v:shape>
            </w:pict>
          </mc:Fallback>
        </mc:AlternateContent>
      </w:r>
      <w:r w:rsidR="008A5CF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00F78E1" wp14:editId="1C9D3F75">
                <wp:simplePos x="0" y="0"/>
                <wp:positionH relativeFrom="column">
                  <wp:posOffset>-565150</wp:posOffset>
                </wp:positionH>
                <wp:positionV relativeFrom="paragraph">
                  <wp:posOffset>6221095</wp:posOffset>
                </wp:positionV>
                <wp:extent cx="2216150" cy="1165225"/>
                <wp:effectExtent l="0" t="0" r="12700" b="158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6150" cy="1165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970" w:rsidRPr="00862970" w:rsidRDefault="008A5CF0" w:rsidP="00605D55">
                            <w:pPr>
                              <w:ind w:firstLine="0"/>
                              <w:jc w:val="center"/>
                              <w:rPr>
                                <w:rFonts w:asciiTheme="majorHAnsi" w:hAnsiTheme="majorHAnsi"/>
                                <w:sz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</w:rPr>
                              <w:t>You can live with a complete stranger for a whole school year!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F78E1" id="_x0000_s1030" type="#_x0000_t202" style="position:absolute;margin-left:-44.5pt;margin-top:489.85pt;width:174.5pt;height:91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">
                <v:textbox>
                  <w:txbxContent>
                    <w:p w:rsidR="00862970" w:rsidRPr="00862970" w:rsidRDefault="008A5CF0" w:rsidP="00605D55">
                      <w:pPr>
                        <w:ind w:firstLine="0"/>
                        <w:jc w:val="center"/>
                        <w:rPr>
                          <w:rFonts w:asciiTheme="majorHAnsi" w:hAnsiTheme="majorHAnsi"/>
                          <w:sz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</w:rPr>
                        <w:t>You can live with a complete stranger for a whole school year!</w:t>
                      </w:r>
                    </w:p>
                  </w:txbxContent>
                </v:textbox>
              </v:shape>
            </w:pict>
          </mc:Fallback>
        </mc:AlternateContent>
      </w:r>
      <w:r w:rsidR="00E9643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05F6BA19" wp14:editId="654DFE09">
                <wp:simplePos x="0" y="0"/>
                <wp:positionH relativeFrom="column">
                  <wp:posOffset>3089835</wp:posOffset>
                </wp:positionH>
                <wp:positionV relativeFrom="paragraph">
                  <wp:posOffset>7480300</wp:posOffset>
                </wp:positionV>
                <wp:extent cx="2482850" cy="1390650"/>
                <wp:effectExtent l="0" t="0" r="12700" b="1905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0" cy="13906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2F2B2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ABAEBA" id="Rounded Rectangle 14" o:spid="_x0000_s1026" style="position:absolute;margin-left:243.3pt;margin-top:589pt;width:195.5pt;height:109.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" strokecolor="#2f2b20" strokeweight="2pt"/>
            </w:pict>
          </mc:Fallback>
        </mc:AlternateContent>
      </w:r>
      <w:r w:rsidR="00E9643A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C179EDE" wp14:editId="3136B7AA">
                <wp:simplePos x="0" y="0"/>
                <wp:positionH relativeFrom="column">
                  <wp:posOffset>606985</wp:posOffset>
                </wp:positionH>
                <wp:positionV relativeFrom="paragraph">
                  <wp:posOffset>7480300</wp:posOffset>
                </wp:positionV>
                <wp:extent cx="2482850" cy="1390650"/>
                <wp:effectExtent l="0" t="0" r="12700" b="190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0" cy="13906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solidFill>
                            <a:srgbClr val="2F2B2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88D5F2" id="Rounded Rectangle 13" o:spid="_x0000_s1026" style="position:absolute;margin-left:47.8pt;margin-top:589pt;width:195.5pt;height:109.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" strokecolor="#2f2b20" strokeweight="2pt"/>
            </w:pict>
          </mc:Fallback>
        </mc:AlternateContent>
      </w:r>
      <w:r w:rsidR="00862970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94529A1" wp14:editId="5D5ADEA7">
                <wp:simplePos x="0" y="0"/>
                <wp:positionH relativeFrom="column">
                  <wp:posOffset>-692150</wp:posOffset>
                </wp:positionH>
                <wp:positionV relativeFrom="paragraph">
                  <wp:posOffset>6089650</wp:posOffset>
                </wp:positionV>
                <wp:extent cx="2482850" cy="1390650"/>
                <wp:effectExtent l="0" t="0" r="12700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0" cy="13906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81C8F7" id="Rounded Rectangle 7" o:spid="_x0000_s1026" style="position:absolute;margin-left:-54.5pt;margin-top:479.5pt;width:195.5pt;height:109.5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" fillcolor="white [3212]" strokecolor="#2f2b20 [3213]" strokeweight="2pt"/>
            </w:pict>
          </mc:Fallback>
        </mc:AlternateContent>
      </w:r>
      <w:r w:rsidR="00055979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08608E" wp14:editId="286CEEFF">
                <wp:simplePos x="0" y="0"/>
                <wp:positionH relativeFrom="column">
                  <wp:posOffset>-342900</wp:posOffset>
                </wp:positionH>
                <wp:positionV relativeFrom="paragraph">
                  <wp:posOffset>5092700</wp:posOffset>
                </wp:positionV>
                <wp:extent cx="6629400" cy="12446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124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6ABC" w:rsidRPr="00055979" w:rsidRDefault="008A5CF0" w:rsidP="00D36ABC">
                            <w:pPr>
                              <w:tabs>
                                <w:tab w:val="center" w:pos="810"/>
                                <w:tab w:val="left" w:pos="900"/>
                                <w:tab w:val="left" w:pos="3600"/>
                                <w:tab w:val="left" w:pos="3690"/>
                              </w:tabs>
                              <w:jc w:val="center"/>
                              <w:rPr>
                                <w:rFonts w:asciiTheme="majorHAnsi" w:hAnsiTheme="majorHAnsi"/>
                                <w:b/>
                                <w:noProof/>
                                <w:color w:val="FFFFFF" w:themeColor="background1"/>
                                <w:sz w:val="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noProof/>
                                <w:color w:val="FFFFFF" w:themeColor="background1"/>
                                <w:sz w:val="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 xml:space="preserve">Why to live </w:t>
                            </w:r>
                            <w:r w:rsidR="00012398">
                              <w:rPr>
                                <w:rFonts w:asciiTheme="majorHAnsi" w:hAnsiTheme="majorHAnsi"/>
                                <w:b/>
                                <w:noProof/>
                                <w:color w:val="FFFFFF" w:themeColor="background1"/>
                                <w:sz w:val="44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on campus at Bloomsburg University…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08608E" id="Text Box 3" o:spid="_x0000_s1031" type="#_x0000_t202" style="position:absolute;margin-left:-27pt;margin-top:401pt;width:522pt;height:9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" filled="f" stroked="f">
                <v:textbox>
                  <w:txbxContent>
                    <w:p w:rsidR="00D36ABC" w:rsidRPr="00055979" w:rsidRDefault="008A5CF0" w:rsidP="00D36ABC">
                      <w:pPr>
                        <w:tabs>
                          <w:tab w:val="center" w:pos="810"/>
                          <w:tab w:val="left" w:pos="900"/>
                          <w:tab w:val="left" w:pos="3600"/>
                          <w:tab w:val="left" w:pos="3690"/>
                        </w:tabs>
                        <w:jc w:val="center"/>
                        <w:rPr>
                          <w:rFonts w:asciiTheme="majorHAnsi" w:hAnsiTheme="majorHAnsi"/>
                          <w:b/>
                          <w:noProof/>
                          <w:color w:val="FFFFFF" w:themeColor="background1"/>
                          <w:sz w:val="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>
                        <w:rPr>
                          <w:rFonts w:asciiTheme="majorHAnsi" w:hAnsiTheme="majorHAnsi"/>
                          <w:b/>
                          <w:noProof/>
                          <w:color w:val="FFFFFF" w:themeColor="background1"/>
                          <w:sz w:val="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 xml:space="preserve">Why to live </w:t>
                      </w:r>
                      <w:r w:rsidR="00012398">
                        <w:rPr>
                          <w:rFonts w:asciiTheme="majorHAnsi" w:hAnsiTheme="majorHAnsi"/>
                          <w:b/>
                          <w:noProof/>
                          <w:color w:val="FFFFFF" w:themeColor="background1"/>
                          <w:sz w:val="44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</w:rPr>
                        <w:t>on campus at Bloomsburg University…</w:t>
                      </w:r>
                    </w:p>
                  </w:txbxContent>
                </v:textbox>
              </v:shape>
            </w:pict>
          </mc:Fallback>
        </mc:AlternateContent>
      </w:r>
      <w:r w:rsidR="00055979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40F1E5" wp14:editId="038C8C93">
                <wp:simplePos x="0" y="0"/>
                <wp:positionH relativeFrom="column">
                  <wp:posOffset>-88900</wp:posOffset>
                </wp:positionH>
                <wp:positionV relativeFrom="paragraph">
                  <wp:posOffset>-292100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6ABC" w:rsidRPr="00055979" w:rsidRDefault="00D36ABC" w:rsidP="00D36ABC">
                            <w:pPr>
                              <w:tabs>
                                <w:tab w:val="center" w:pos="810"/>
                                <w:tab w:val="left" w:pos="900"/>
                                <w:tab w:val="left" w:pos="3600"/>
                                <w:tab w:val="left" w:pos="3690"/>
                              </w:tabs>
                              <w:jc w:val="center"/>
                              <w:rPr>
                                <w:rFonts w:asciiTheme="majorHAnsi" w:hAnsiTheme="majorHAnsi" w:cs="Aharoni"/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055979">
                              <w:rPr>
                                <w:rFonts w:asciiTheme="majorHAnsi" w:hAnsiTheme="majorHAnsi" w:cs="Aharoni"/>
                                <w:b/>
                                <w:noProof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ATTENTION: SENIORS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40F1E5" id="Text Box 1" o:spid="_x0000_s1032" type="#_x0000_t202" style="position:absolute;margin-left:-7pt;margin-top:-23pt;width:2in;height:2in;z-index:25166028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" filled="f" stroked="f">
                <v:textbox style="mso-fit-shape-to-text:t">
                  <w:txbxContent>
                    <w:p w:rsidR="00D36ABC" w:rsidRPr="00055979" w:rsidRDefault="00D36ABC" w:rsidP="00D36ABC">
                      <w:pPr>
                        <w:tabs>
                          <w:tab w:val="center" w:pos="810"/>
                          <w:tab w:val="left" w:pos="900"/>
                          <w:tab w:val="left" w:pos="3600"/>
                          <w:tab w:val="left" w:pos="3690"/>
                        </w:tabs>
                        <w:jc w:val="center"/>
                        <w:rPr>
                          <w:rFonts w:asciiTheme="majorHAnsi" w:hAnsiTheme="majorHAnsi" w:cs="Aharoni"/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055979">
                        <w:rPr>
                          <w:rFonts w:asciiTheme="majorHAnsi" w:hAnsiTheme="majorHAnsi" w:cs="Aharoni"/>
                          <w:b/>
                          <w:noProof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ATTENTION: SENIORS</w:t>
                      </w:r>
                    </w:p>
                  </w:txbxContent>
                </v:textbox>
              </v:shape>
            </w:pict>
          </mc:Fallback>
        </mc:AlternateContent>
      </w:r>
      <w:r w:rsidR="00055979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41F9A796" wp14:editId="219F0A93">
                <wp:simplePos x="0" y="0"/>
                <wp:positionH relativeFrom="column">
                  <wp:posOffset>-342900</wp:posOffset>
                </wp:positionH>
                <wp:positionV relativeFrom="paragraph">
                  <wp:posOffset>-488950</wp:posOffset>
                </wp:positionV>
                <wp:extent cx="6197600" cy="1200150"/>
                <wp:effectExtent l="38100" t="19050" r="31750" b="38100"/>
                <wp:wrapNone/>
                <wp:docPr id="6" name="Clou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7600" cy="1200150"/>
                        </a:xfrm>
                        <a:prstGeom prst="cloud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302D2" id="Cloud 6" o:spid="_x0000_s1026" style="position:absolute;margin-left:-27pt;margin-top:-38.5pt;width:488pt;height:94.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2f2b20 [3213]" strokeweight="3pt">
                <v:path arrowok="t" o:connecttype="custom" o:connectlocs="673272,727230;309880,705088;993911,969538;834954,980123;2363983,1085969;2268149,1037630;4135607,965426;4097302,1018461;4896247,637691;5362646,835938;5996465,426553;5788731,500896;5498075,150741;5508978,185857;4171616,109792;4278066,65008;3176413,131128;3227917,92512;2008481,144240;2194983,181689;592072,438638;559506,399217" o:connectangles="0,0,0,0,0,0,0,0,0,0,0,0,0,0,0,0,0,0,0,0,0,0"/>
              </v:shape>
            </w:pict>
          </mc:Fallback>
        </mc:AlternateContent>
      </w:r>
      <w:r w:rsidR="00D36AB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655E26" wp14:editId="64D9D336">
                <wp:simplePos x="0" y="0"/>
                <wp:positionH relativeFrom="column">
                  <wp:posOffset>2507615</wp:posOffset>
                </wp:positionH>
                <wp:positionV relativeFrom="paragraph">
                  <wp:posOffset>514985</wp:posOffset>
                </wp:positionV>
                <wp:extent cx="6630670" cy="50927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0670" cy="509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6ABC" w:rsidRPr="00D36ABC" w:rsidRDefault="00D36ABC" w:rsidP="00D36ABC">
                            <w:pPr>
                              <w:tabs>
                                <w:tab w:val="center" w:pos="810"/>
                                <w:tab w:val="left" w:pos="900"/>
                                <w:tab w:val="left" w:pos="3600"/>
                                <w:tab w:val="left" w:pos="3690"/>
                              </w:tabs>
                              <w:jc w:val="center"/>
                              <w:rPr>
                                <w:b/>
                                <w:noProof/>
                                <w:color w:val="B1A089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B1A089" w:themeColor="accent6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70000">
                                        <w14:schemeClr w14:val="accent6">
                                          <w14:shade w14:val="50000"/>
                                          <w14:satMod w14:val="190000"/>
                                        </w14:schemeClr>
                                      </w14:gs>
                                      <w14:gs w14:pos="0">
                                        <w14:schemeClr w14:val="accent6">
                                          <w14:tint w14:val="77000"/>
                                          <w14:satMod w14:val="1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6">
                                      <w14:tint w14:val="15000"/>
                                      <w14:satMod w14:val="200000"/>
                                    </w14:schemeClr>
                                  </w14:solidFill>
                                </w14:textFill>
                              </w:rPr>
                              <w:t>Choose Wisely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55E26" id="Text Box 5" o:spid="_x0000_s1033" type="#_x0000_t202" style="position:absolute;margin-left:197.45pt;margin-top:40.55pt;width:522.1pt;height:401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" filled="f" stroked="f">
                <v:textbox style="mso-fit-shape-to-text:t">
                  <w:txbxContent>
                    <w:p w:rsidR="00D36ABC" w:rsidRPr="00D36ABC" w:rsidRDefault="00D36ABC" w:rsidP="00D36ABC">
                      <w:pPr>
                        <w:tabs>
                          <w:tab w:val="center" w:pos="810"/>
                          <w:tab w:val="left" w:pos="900"/>
                          <w:tab w:val="left" w:pos="3600"/>
                          <w:tab w:val="left" w:pos="3690"/>
                        </w:tabs>
                        <w:jc w:val="center"/>
                        <w:rPr>
                          <w:b/>
                          <w:noProof/>
                          <w:color w:val="B1A089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B1A089" w:themeColor="accent6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15773" w14:cap="flat" w14:cmpd="sng" w14:algn="ctr">
                            <w14:gradFill>
                              <w14:gsLst>
                                <w14:gs w14:pos="70000">
                                  <w14:schemeClr w14:val="accent6">
                                    <w14:shade w14:val="50000"/>
                                    <w14:satMod w14:val="190000"/>
                                  </w14:schemeClr>
                                </w14:gs>
                                <w14:gs w14:pos="0">
                                  <w14:schemeClr w14:val="accent6">
                                    <w14:tint w14:val="77000"/>
                                    <w14:satMod w14:val="1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6">
                                <w14:tint w14:val="15000"/>
                                <w14:satMod w14:val="200000"/>
                              </w14:schemeClr>
                            </w14:solidFill>
                          </w14:textFill>
                        </w:rPr>
                        <w:t>Choose Wisely</w:t>
                      </w:r>
                    </w:p>
                  </w:txbxContent>
                </v:textbox>
              </v:shape>
            </w:pict>
          </mc:Fallback>
        </mc:AlternateContent>
      </w:r>
      <w:r w:rsidR="00D36AB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889EC1" wp14:editId="7B3F074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44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36ABC" w:rsidRDefault="00D36AB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89EC1" id="Text Box 4" o:spid="_x0000_s1034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SQL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Rf7ng/d7Ck/&#10;o0lLPUmckesKhWyE88/CghUoHkz3TziKmtqM00XirCT782/2EA+w4OWsBcsyrrEGnNXfNUD8MpnN&#10;AimjMvv4eQrF3nr2tx59bO4JNJ5go4yMYoj39SAWlpoXrMMqvAmX0BIvZ9wP4r3vmY91kmq1ikGg&#10;oRF+o7dGhtRhjmHIu+5FWHNBwgPERxrYKNI3gPSx4aYzq6MHLBGtMOV+pkA5KKBwxPuybmFHbvUY&#10;9fpTWP4C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Fn5JAsmAgAAXAQAAA4AAAAAAAAAAAAAAAAALgIAAGRycy9lMm9Eb2MueG1sUEsB&#10;Ai0AFAAGAAgAAAAhAEuJJs3WAAAABQEAAA8AAAAAAAAAAAAAAAAAgAQAAGRycy9kb3ducmV2Lnht&#10;bFBLBQYAAAAABAAEAPMAAACDBQAAAAA=&#10;" filled="f" stroked="f">
                <v:textbox style="mso-fit-shape-to-text:t">
                  <w:txbxContent>
                    <w:p w:rsidR="00D36ABC" w:rsidRDefault="00D36ABC"/>
                  </w:txbxContent>
                </v:textbox>
              </v:shape>
            </w:pict>
          </mc:Fallback>
        </mc:AlternateContent>
      </w:r>
      <w:r w:rsidR="00D36ABC"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248DAB05" wp14:editId="69E69C1B">
            <wp:simplePos x="914400" y="914400"/>
            <wp:positionH relativeFrom="margin">
              <wp:align>center</wp:align>
            </wp:positionH>
            <wp:positionV relativeFrom="margin">
              <wp:align>top</wp:align>
            </wp:positionV>
            <wp:extent cx="6630670" cy="5092700"/>
            <wp:effectExtent l="57150" t="57150" r="55880" b="5080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omsburg universit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5115" cy="5095801"/>
                    </a:xfrm>
                    <a:prstGeom prst="rect">
                      <a:avLst/>
                    </a:prstGeom>
                    <a:ln w="4762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1D5ACD" w:rsidSect="00EB67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7A9"/>
    <w:rsid w:val="00012398"/>
    <w:rsid w:val="00055979"/>
    <w:rsid w:val="001D5ACD"/>
    <w:rsid w:val="00596C8F"/>
    <w:rsid w:val="00605D55"/>
    <w:rsid w:val="00853A98"/>
    <w:rsid w:val="00862970"/>
    <w:rsid w:val="008A5CF0"/>
    <w:rsid w:val="00A34D7B"/>
    <w:rsid w:val="00A9001F"/>
    <w:rsid w:val="00D36ABC"/>
    <w:rsid w:val="00D81AC3"/>
    <w:rsid w:val="00E9643A"/>
    <w:rsid w:val="00EB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gray"/>
    </o:shapedefaults>
    <o:shapelayout v:ext="edit">
      <o:idmap v:ext="edit" data="1"/>
    </o:shapelayout>
  </w:shapeDefaults>
  <w:decimalSymbol w:val="."/>
  <w:listSeparator w:val=","/>
  <w15:docId w15:val="{E016D55D-043E-4CE3-AA64-A7B8FADA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line="48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43A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67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7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Adjacency">
      <a:dk1>
        <a:srgbClr val="2F2B20"/>
      </a:dk1>
      <a:lt1>
        <a:srgbClr val="FFFFFF"/>
      </a:lt1>
      <a:dk2>
        <a:srgbClr val="675E47"/>
      </a:dk2>
      <a:lt2>
        <a:srgbClr val="DFDCB7"/>
      </a:lt2>
      <a:accent1>
        <a:srgbClr val="A9A57C"/>
      </a:accent1>
      <a:accent2>
        <a:srgbClr val="9CBEBD"/>
      </a:accent2>
      <a:accent3>
        <a:srgbClr val="D2CB6C"/>
      </a:accent3>
      <a:accent4>
        <a:srgbClr val="95A39D"/>
      </a:accent4>
      <a:accent5>
        <a:srgbClr val="C89F5D"/>
      </a:accent5>
      <a:accent6>
        <a:srgbClr val="B1A089"/>
      </a:accent6>
      <a:hlink>
        <a:srgbClr val="D25814"/>
      </a:hlink>
      <a:folHlink>
        <a:srgbClr val="849A0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42946-6A4C-4EE6-993C-E994713D6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D95214A2.dotm</Template>
  <TotalTime>20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KILE, KENDRA</cp:lastModifiedBy>
  <cp:revision>3</cp:revision>
  <dcterms:created xsi:type="dcterms:W3CDTF">2013-10-28T00:50:00Z</dcterms:created>
  <dcterms:modified xsi:type="dcterms:W3CDTF">2013-11-14T14:21:00Z</dcterms:modified>
</cp:coreProperties>
</file>